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178" w:rsidRPr="00122970" w:rsidRDefault="00B23178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B23178" w:rsidRDefault="00B23178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B23178" w:rsidRPr="00371B2B" w:rsidRDefault="00B23178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B23178" w:rsidRPr="00371B2B" w:rsidRDefault="00B23178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  <w:bookmarkStart w:id="0" w:name="_GoBack"/>
      <w:bookmarkEnd w:id="0"/>
    </w:p>
    <w:p w:rsidR="00B23178" w:rsidRDefault="00B23178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B23178" w:rsidRPr="00371B2B" w:rsidRDefault="00B23178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B23178" w:rsidRPr="00371B2B" w:rsidRDefault="00B23178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B23178" w:rsidRDefault="00B23178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B23178" w:rsidRDefault="00B2317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Szkolno-Przedszkolny w Wadowicach Górnych</w:t>
      </w:r>
    </w:p>
    <w:p w:rsidR="00B23178" w:rsidRPr="00144DB4" w:rsidRDefault="00B23178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Wadowice Górne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Wadowice Górne 116</w:t>
      </w:r>
      <w:r>
        <w:rPr>
          <w:rFonts w:eastAsia="Calibri" w:cs="Times New Roman"/>
          <w:i/>
          <w:szCs w:val="24"/>
          <w:lang w:eastAsia="en-US"/>
        </w:rPr>
        <w:br/>
      </w:r>
      <w:r w:rsidRPr="00F44F42">
        <w:rPr>
          <w:rFonts w:eastAsia="Calibri" w:cs="Times New Roman"/>
          <w:i/>
          <w:noProof/>
          <w:szCs w:val="24"/>
          <w:lang w:eastAsia="en-US"/>
        </w:rPr>
        <w:t>39-308 Wadowice Górne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B23178" w:rsidRPr="00371B2B" w:rsidRDefault="00B2317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B23178" w:rsidRDefault="00B23178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B23178" w:rsidRPr="00122970" w:rsidRDefault="00B23178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B23178" w:rsidRPr="00371B2B" w:rsidRDefault="00B23178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B23178" w:rsidRDefault="00B2317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B23178" w:rsidRPr="00122970" w:rsidRDefault="00B2317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B23178" w:rsidRPr="00F36C31" w:rsidRDefault="00B2317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B23178" w:rsidRDefault="00B2317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B23178" w:rsidRPr="00122970" w:rsidRDefault="00B23178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B23178" w:rsidRDefault="00B2317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Wadowice Górne 133E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39-308 Wadowice Górne</w:t>
      </w:r>
    </w:p>
    <w:p w:rsidR="00B23178" w:rsidRPr="00F36C31" w:rsidRDefault="00B2317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B23178" w:rsidRPr="00F36C31" w:rsidRDefault="00B2317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B23178" w:rsidRPr="00122970" w:rsidRDefault="00B2317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B23178" w:rsidRDefault="00B2317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wadowice.zepol@gmail.com</w:t>
      </w:r>
    </w:p>
    <w:p w:rsidR="00B23178" w:rsidRPr="00F36C31" w:rsidRDefault="00B2317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B23178" w:rsidRPr="007D3844" w:rsidRDefault="00B2317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B23178" w:rsidRPr="00122970" w:rsidRDefault="00B2317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B23178" w:rsidRDefault="00B2317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(14) 666-95-51</w:t>
      </w:r>
    </w:p>
    <w:p w:rsidR="00B23178" w:rsidRPr="00F36C31" w:rsidRDefault="00B2317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B23178" w:rsidRDefault="00B2317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B23178" w:rsidRPr="00122970" w:rsidRDefault="00B2317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B23178" w:rsidRPr="00371B2B" w:rsidRDefault="00B23178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8172175250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B23178" w:rsidRDefault="00B23178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B23178" w:rsidRDefault="00B23178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B23178" w:rsidRPr="00371B2B" w:rsidTr="006A1006">
        <w:tc>
          <w:tcPr>
            <w:tcW w:w="421" w:type="dxa"/>
          </w:tcPr>
          <w:p w:rsidR="00B23178" w:rsidRPr="006930BA" w:rsidRDefault="00B23178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B23178" w:rsidRPr="00371B2B" w:rsidRDefault="00B23178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B23178" w:rsidRDefault="00B23178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B23178" w:rsidRPr="00371B2B" w:rsidRDefault="00B23178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B23178" w:rsidRPr="00371B2B" w:rsidRDefault="00B23178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B23178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B23178" w:rsidRPr="00371B2B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B23178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B23178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23178" w:rsidRDefault="00B23178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Default="00B23178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23178" w:rsidRPr="00371B2B" w:rsidRDefault="00B23178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Default="00B23178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23178" w:rsidRPr="00371B2B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B23178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B23178" w:rsidRDefault="00B23178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B23178" w:rsidRDefault="00B23178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B23178" w:rsidRPr="00371B2B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23178" w:rsidRPr="00371B2B" w:rsidRDefault="00B23178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Pr="009C5635" w:rsidRDefault="00B23178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B23178" w:rsidRPr="009C5635" w:rsidRDefault="00B23178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9C5635" w:rsidTr="006A1006">
        <w:tc>
          <w:tcPr>
            <w:tcW w:w="421" w:type="dxa"/>
          </w:tcPr>
          <w:p w:rsidR="00B23178" w:rsidRPr="009C5635" w:rsidRDefault="00B2317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Pr="009C5635" w:rsidRDefault="00B23178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B23178" w:rsidRPr="009C5635" w:rsidRDefault="00B23178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9C5635" w:rsidTr="006A1006">
        <w:tc>
          <w:tcPr>
            <w:tcW w:w="421" w:type="dxa"/>
          </w:tcPr>
          <w:p w:rsidR="00B23178" w:rsidRPr="009C5635" w:rsidRDefault="00B2317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Pr="009C5635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B23178" w:rsidRPr="009C5635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9C5635" w:rsidTr="006A1006">
        <w:tc>
          <w:tcPr>
            <w:tcW w:w="421" w:type="dxa"/>
          </w:tcPr>
          <w:p w:rsidR="00B23178" w:rsidRPr="009C5635" w:rsidRDefault="00B2317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Pr="009C5635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B23178" w:rsidRPr="009C5635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9C5635" w:rsidTr="006A1006">
        <w:tc>
          <w:tcPr>
            <w:tcW w:w="421" w:type="dxa"/>
          </w:tcPr>
          <w:p w:rsidR="00B23178" w:rsidRPr="009C5635" w:rsidRDefault="00B2317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Default="00B23178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B23178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B23178" w:rsidRPr="00371B2B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Default="00B23178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B23178" w:rsidRDefault="00B23178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B23178" w:rsidRPr="00371B2B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Pr="00371B2B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B23178" w:rsidRPr="00371B2B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23178" w:rsidRDefault="00B23178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23178" w:rsidRDefault="00B23178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Default="00B23178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23178" w:rsidRDefault="00B23178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23178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B23178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23178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Default="00B23178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23178" w:rsidRDefault="00B23178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B23178" w:rsidRPr="008611E1" w:rsidRDefault="00B2317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Default="00B23178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B23178" w:rsidRPr="008611E1" w:rsidRDefault="00B23178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23178" w:rsidRPr="00371B2B" w:rsidTr="006A1006">
        <w:tc>
          <w:tcPr>
            <w:tcW w:w="421" w:type="dxa"/>
          </w:tcPr>
          <w:p w:rsidR="00B23178" w:rsidRPr="00371B2B" w:rsidRDefault="00B2317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23178" w:rsidRPr="00763E28" w:rsidRDefault="00B23178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B23178" w:rsidRPr="00371B2B" w:rsidRDefault="00B23178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B23178" w:rsidRPr="009C5635" w:rsidRDefault="00B23178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B23178" w:rsidRPr="00AD7837" w:rsidTr="00617577">
        <w:trPr>
          <w:trHeight w:val="413"/>
        </w:trPr>
        <w:tc>
          <w:tcPr>
            <w:tcW w:w="534" w:type="dxa"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B23178" w:rsidRPr="00AD7837" w:rsidRDefault="00B23178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B23178" w:rsidRPr="00AD7837" w:rsidTr="00617577">
        <w:trPr>
          <w:trHeight w:val="559"/>
        </w:trPr>
        <w:tc>
          <w:tcPr>
            <w:tcW w:w="534" w:type="dxa"/>
            <w:vMerge w:val="restart"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B23178" w:rsidRPr="00AD7837" w:rsidRDefault="00B23178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B23178" w:rsidRPr="00AD7837" w:rsidRDefault="00B23178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B23178" w:rsidRPr="00A33AEA" w:rsidRDefault="00B23178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B23178" w:rsidRPr="00AD7837" w:rsidTr="00617577">
        <w:trPr>
          <w:trHeight w:val="318"/>
        </w:trPr>
        <w:tc>
          <w:tcPr>
            <w:tcW w:w="534" w:type="dxa"/>
            <w:vMerge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23178" w:rsidRPr="00AD7837" w:rsidRDefault="00B23178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B23178" w:rsidRPr="00AD7837" w:rsidRDefault="00B23178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B23178" w:rsidRPr="00AD7837" w:rsidTr="00617577">
        <w:trPr>
          <w:trHeight w:val="962"/>
        </w:trPr>
        <w:tc>
          <w:tcPr>
            <w:tcW w:w="534" w:type="dxa"/>
            <w:vMerge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B23178" w:rsidRPr="00AD7837" w:rsidRDefault="00B2317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B23178" w:rsidRPr="00AD7837" w:rsidRDefault="00B23178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B23178" w:rsidRPr="00AD7837" w:rsidRDefault="00B23178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B23178" w:rsidRPr="00AD7837" w:rsidTr="00617577">
        <w:trPr>
          <w:trHeight w:val="408"/>
        </w:trPr>
        <w:tc>
          <w:tcPr>
            <w:tcW w:w="534" w:type="dxa"/>
            <w:vAlign w:val="center"/>
          </w:tcPr>
          <w:p w:rsidR="00B23178" w:rsidRPr="00412B9E" w:rsidRDefault="00B23178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B23178" w:rsidRPr="00412B9E" w:rsidRDefault="00B23178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8018590365500019368394</w:t>
            </w:r>
          </w:p>
        </w:tc>
        <w:tc>
          <w:tcPr>
            <w:tcW w:w="1701" w:type="dxa"/>
            <w:vAlign w:val="center"/>
          </w:tcPr>
          <w:p w:rsidR="00B23178" w:rsidRPr="00412B9E" w:rsidRDefault="00B23178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Wadowice Górne E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br/>
            </w: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B23178" w:rsidRPr="00412B9E" w:rsidRDefault="00B23178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23178" w:rsidRPr="00412B9E" w:rsidRDefault="00B23178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23178" w:rsidRPr="00412B9E" w:rsidRDefault="00B23178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23178" w:rsidRPr="00412B9E" w:rsidRDefault="00B23178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B23178" w:rsidRPr="00412B9E" w:rsidRDefault="00C9256B" w:rsidP="00C9256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B23178" w:rsidRPr="00AD7837" w:rsidTr="00617577">
        <w:trPr>
          <w:trHeight w:val="444"/>
        </w:trPr>
        <w:tc>
          <w:tcPr>
            <w:tcW w:w="534" w:type="dxa"/>
            <w:vAlign w:val="center"/>
          </w:tcPr>
          <w:p w:rsidR="00B23178" w:rsidRPr="00412B9E" w:rsidRDefault="00B23178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B23178" w:rsidRPr="00412B9E" w:rsidRDefault="00B23178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8018590365500019368431</w:t>
            </w:r>
          </w:p>
        </w:tc>
        <w:tc>
          <w:tcPr>
            <w:tcW w:w="1701" w:type="dxa"/>
            <w:vAlign w:val="center"/>
          </w:tcPr>
          <w:p w:rsidR="00B23178" w:rsidRPr="00412B9E" w:rsidRDefault="00B23178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Wadowice Górne 133E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br/>
            </w: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B23178" w:rsidRPr="00412B9E" w:rsidRDefault="00B23178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23178" w:rsidRPr="00412B9E" w:rsidRDefault="00B23178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23178" w:rsidRPr="00412B9E" w:rsidRDefault="00B23178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23178" w:rsidRPr="00412B9E" w:rsidRDefault="00B23178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B23178" w:rsidRPr="00412B9E" w:rsidRDefault="00C9256B" w:rsidP="00C9256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B23178" w:rsidRPr="00AD7837" w:rsidTr="00617577">
        <w:trPr>
          <w:trHeight w:val="444"/>
        </w:trPr>
        <w:tc>
          <w:tcPr>
            <w:tcW w:w="534" w:type="dxa"/>
            <w:vAlign w:val="center"/>
          </w:tcPr>
          <w:p w:rsidR="00B23178" w:rsidRDefault="00B23178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B23178" w:rsidRDefault="00B23178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8018590365500080282360</w:t>
            </w:r>
          </w:p>
        </w:tc>
        <w:tc>
          <w:tcPr>
            <w:tcW w:w="1701" w:type="dxa"/>
            <w:vAlign w:val="center"/>
          </w:tcPr>
          <w:p w:rsidR="00B23178" w:rsidRDefault="00B23178" w:rsidP="00B2317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 xml:space="preserve"> </w:t>
            </w: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Wadowice Górne 111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br/>
            </w: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B23178" w:rsidRPr="00412B9E" w:rsidRDefault="00B23178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23178" w:rsidRDefault="00B23178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23178" w:rsidRPr="00412B9E" w:rsidRDefault="00B23178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23178" w:rsidRPr="00412B9E" w:rsidRDefault="00B23178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B23178" w:rsidRPr="00412B9E" w:rsidRDefault="00C9256B" w:rsidP="00C9256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B23178" w:rsidRPr="00AD7837" w:rsidTr="00617577">
        <w:trPr>
          <w:trHeight w:val="444"/>
        </w:trPr>
        <w:tc>
          <w:tcPr>
            <w:tcW w:w="534" w:type="dxa"/>
            <w:vAlign w:val="center"/>
          </w:tcPr>
          <w:p w:rsidR="00B23178" w:rsidRDefault="00B23178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:rsidR="00B23178" w:rsidRDefault="00B23178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8018590365500070794484</w:t>
            </w:r>
          </w:p>
        </w:tc>
        <w:tc>
          <w:tcPr>
            <w:tcW w:w="1701" w:type="dxa"/>
            <w:vAlign w:val="center"/>
          </w:tcPr>
          <w:p w:rsidR="00B23178" w:rsidRDefault="00B23178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Wadowice Górne 111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br/>
            </w: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B23178" w:rsidRPr="00412B9E" w:rsidRDefault="00B23178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23178" w:rsidRDefault="00B23178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23178" w:rsidRPr="00412B9E" w:rsidRDefault="00B23178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23178" w:rsidRPr="00412B9E" w:rsidRDefault="00B23178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B23178" w:rsidRPr="00412B9E" w:rsidRDefault="00C9256B" w:rsidP="00C9256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B23178" w:rsidRPr="008611E1" w:rsidRDefault="00B23178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B23178" w:rsidRPr="008611E1" w:rsidRDefault="00B23178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B23178" w:rsidRDefault="00B23178">
      <w:pPr>
        <w:widowControl/>
        <w:autoSpaceDE/>
        <w:autoSpaceDN/>
        <w:adjustRightInd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br w:type="page"/>
      </w:r>
    </w:p>
    <w:p w:rsidR="00B23178" w:rsidRDefault="00B23178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lastRenderedPageBreak/>
        <w:t>Jestem świadomy odpowiedzialności karnej za złożenie fałszywego oświadczenia wynikającej z art. 233 § 6 ustawy z dnia 6 czerwca 1997 r. – Kodeks karny.</w:t>
      </w:r>
    </w:p>
    <w:p w:rsidR="00B23178" w:rsidRDefault="00B23178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B23178" w:rsidRPr="004760F6" w:rsidTr="002C13B3">
        <w:trPr>
          <w:trHeight w:val="309"/>
        </w:trPr>
        <w:tc>
          <w:tcPr>
            <w:tcW w:w="2694" w:type="dxa"/>
          </w:tcPr>
          <w:p w:rsidR="00B23178" w:rsidRPr="004760F6" w:rsidRDefault="00B23178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B23178" w:rsidRPr="004760F6" w:rsidRDefault="00B23178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B23178" w:rsidRPr="004760F6" w:rsidRDefault="00B23178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B23178" w:rsidRPr="004760F6" w:rsidTr="002C13B3">
        <w:trPr>
          <w:trHeight w:val="689"/>
        </w:trPr>
        <w:tc>
          <w:tcPr>
            <w:tcW w:w="2694" w:type="dxa"/>
          </w:tcPr>
          <w:p w:rsidR="00B23178" w:rsidRPr="004760F6" w:rsidRDefault="00B23178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B23178" w:rsidRPr="004760F6" w:rsidRDefault="00B23178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B23178" w:rsidRPr="004760F6" w:rsidRDefault="00B23178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B23178" w:rsidRPr="00B63457" w:rsidRDefault="00B23178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B23178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949" w:rsidRDefault="00917949">
      <w:r>
        <w:separator/>
      </w:r>
    </w:p>
  </w:endnote>
  <w:endnote w:type="continuationSeparator" w:id="0">
    <w:p w:rsidR="00917949" w:rsidRDefault="0091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949" w:rsidRDefault="00917949">
      <w:r>
        <w:separator/>
      </w:r>
    </w:p>
  </w:footnote>
  <w:footnote w:type="continuationSeparator" w:id="0">
    <w:p w:rsidR="00917949" w:rsidRDefault="00917949">
      <w:r>
        <w:continuationSeparator/>
      </w:r>
    </w:p>
  </w:footnote>
  <w:footnote w:id="1">
    <w:p w:rsidR="00B23178" w:rsidRPr="00EF7F64" w:rsidRDefault="00B23178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B23178" w:rsidRPr="00EF7F64" w:rsidRDefault="00B23178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B23178" w:rsidRPr="00EF7F64" w:rsidRDefault="00B23178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B23178" w:rsidRDefault="00B23178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B23178" w:rsidRPr="00822183" w:rsidRDefault="00B23178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B23178" w:rsidRDefault="00B23178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B23178" w:rsidRPr="00D23820" w:rsidRDefault="00B23178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B23178" w:rsidRPr="008611E1" w:rsidRDefault="00B23178">
      <w:pPr>
        <w:pStyle w:val="Tekstprzypisudolnego"/>
        <w:rPr>
          <w:sz w:val="2"/>
          <w:szCs w:val="2"/>
        </w:rPr>
      </w:pPr>
    </w:p>
  </w:footnote>
  <w:footnote w:id="9">
    <w:p w:rsidR="00B23178" w:rsidRPr="008611E1" w:rsidRDefault="00B23178" w:rsidP="00CD0317">
      <w:pPr>
        <w:pStyle w:val="Tekstprzypisudolnego"/>
        <w:rPr>
          <w:sz w:val="2"/>
          <w:szCs w:val="2"/>
        </w:rPr>
      </w:pPr>
    </w:p>
  </w:footnote>
  <w:footnote w:id="10">
    <w:p w:rsidR="00B23178" w:rsidRPr="008611E1" w:rsidRDefault="00B23178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8F2" w:rsidRPr="00122970" w:rsidRDefault="007C38F2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C9256B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0F7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949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178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256B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2E59B7-618E-48FA-AAC3-555D25263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3</TotalTime>
  <Pages>6</Pages>
  <Words>1193</Words>
  <Characters>7162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2022-07-03T10:43:00Z</dcterms:created>
  <dcterms:modified xsi:type="dcterms:W3CDTF">2022-08-09T12:05:00Z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